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F04595E-5CCB-435E-810A-9046F9836366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